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99645" w14:textId="5C885850" w:rsidR="00C85CDC" w:rsidRPr="00C85CDC" w:rsidRDefault="00CD6897" w:rsidP="00C85CDC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85CDC" w:rsidRPr="00C85CDC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7B2890">
        <w:rPr>
          <w:rFonts w:ascii="Corbel" w:hAnsi="Corbel"/>
          <w:bCs/>
          <w:i/>
          <w:lang w:eastAsia="ar-SA"/>
        </w:rPr>
        <w:t>61</w:t>
      </w:r>
      <w:r w:rsidR="00C85CDC" w:rsidRPr="00C85CDC">
        <w:rPr>
          <w:rFonts w:ascii="Corbel" w:hAnsi="Corbel"/>
          <w:bCs/>
          <w:i/>
          <w:lang w:eastAsia="ar-SA"/>
        </w:rPr>
        <w:t>/202</w:t>
      </w:r>
      <w:r w:rsidR="007B2890">
        <w:rPr>
          <w:rFonts w:ascii="Corbel" w:hAnsi="Corbel"/>
          <w:bCs/>
          <w:i/>
          <w:lang w:eastAsia="ar-SA"/>
        </w:rPr>
        <w:t>5</w:t>
      </w:r>
    </w:p>
    <w:p w14:paraId="75D6B81E" w14:textId="77777777" w:rsidR="00C85CDC" w:rsidRPr="00C85CDC" w:rsidRDefault="00C85CDC" w:rsidP="00C85CDC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C85CDC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9625C0C" w14:textId="58C0D576" w:rsidR="00C85CDC" w:rsidRPr="00C85CDC" w:rsidRDefault="00C85CDC" w:rsidP="00C85CDC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C85CDC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A50E75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C85CDC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A50E75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5D7209A8" w14:textId="77777777" w:rsidR="00C85CDC" w:rsidRPr="00C85CDC" w:rsidRDefault="00C85CDC" w:rsidP="00C85CDC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C85CDC">
        <w:rPr>
          <w:rFonts w:ascii="Corbel" w:hAnsi="Corbel"/>
          <w:i/>
          <w:sz w:val="20"/>
          <w:szCs w:val="20"/>
          <w:lang w:eastAsia="ar-SA"/>
        </w:rPr>
        <w:t>(skrajne daty</w:t>
      </w:r>
      <w:r w:rsidRPr="00C85CDC">
        <w:rPr>
          <w:rFonts w:ascii="Corbel" w:hAnsi="Corbel"/>
          <w:sz w:val="20"/>
          <w:szCs w:val="20"/>
          <w:lang w:eastAsia="ar-SA"/>
        </w:rPr>
        <w:t>)</w:t>
      </w:r>
    </w:p>
    <w:p w14:paraId="56443189" w14:textId="0CF54FEC" w:rsidR="00C85CDC" w:rsidRPr="00C85CDC" w:rsidRDefault="00C85CDC" w:rsidP="00C85CDC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C85CDC">
        <w:rPr>
          <w:rFonts w:ascii="Corbel" w:hAnsi="Corbel"/>
          <w:sz w:val="20"/>
          <w:szCs w:val="20"/>
          <w:lang w:eastAsia="ar-SA"/>
        </w:rPr>
        <w:t>Rok akademicki 202</w:t>
      </w:r>
      <w:r w:rsidR="00A50E75">
        <w:rPr>
          <w:rFonts w:ascii="Corbel" w:hAnsi="Corbel"/>
          <w:sz w:val="20"/>
          <w:szCs w:val="20"/>
          <w:lang w:eastAsia="ar-SA"/>
        </w:rPr>
        <w:t>9</w:t>
      </w:r>
      <w:r w:rsidRPr="00C85CDC">
        <w:rPr>
          <w:rFonts w:ascii="Corbel" w:hAnsi="Corbel"/>
          <w:sz w:val="20"/>
          <w:szCs w:val="20"/>
          <w:lang w:eastAsia="ar-SA"/>
        </w:rPr>
        <w:t>/20</w:t>
      </w:r>
      <w:r w:rsidR="00A50E75">
        <w:rPr>
          <w:rFonts w:ascii="Corbel" w:hAnsi="Corbel"/>
          <w:sz w:val="20"/>
          <w:szCs w:val="20"/>
          <w:lang w:eastAsia="ar-SA"/>
        </w:rPr>
        <w:t>30</w:t>
      </w:r>
    </w:p>
    <w:p w14:paraId="0E563D5B" w14:textId="77777777" w:rsidR="00C85CDC" w:rsidRDefault="00C85CD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F75795" w14:textId="112D34FB" w:rsidR="0085747A" w:rsidRPr="007B28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7B2890">
        <w:trPr>
          <w:trHeight w:val="340"/>
        </w:trPr>
        <w:tc>
          <w:tcPr>
            <w:tcW w:w="2694" w:type="dxa"/>
            <w:vAlign w:val="center"/>
          </w:tcPr>
          <w:p w14:paraId="52E7CCA3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77777777" w:rsidR="00734F56" w:rsidRPr="0001370F" w:rsidRDefault="00734F56" w:rsidP="00607986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01370F">
              <w:rPr>
                <w:rFonts w:ascii="Corbel" w:hAnsi="Corbel"/>
                <w:color w:val="auto"/>
                <w:sz w:val="22"/>
              </w:rPr>
              <w:t>Prawo podatkowe</w:t>
            </w:r>
          </w:p>
        </w:tc>
      </w:tr>
      <w:tr w:rsidR="00734F56" w:rsidRPr="009C54AE" w14:paraId="41ACD0F6" w14:textId="77777777" w:rsidTr="007B2890">
        <w:trPr>
          <w:trHeight w:val="340"/>
        </w:trPr>
        <w:tc>
          <w:tcPr>
            <w:tcW w:w="2694" w:type="dxa"/>
            <w:vAlign w:val="center"/>
          </w:tcPr>
          <w:p w14:paraId="6FB94260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346253" w14:textId="273C930F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734F56" w:rsidRPr="009C54AE" w14:paraId="3D4E8C0F" w14:textId="77777777" w:rsidTr="007B2890">
        <w:trPr>
          <w:trHeight w:val="340"/>
        </w:trPr>
        <w:tc>
          <w:tcPr>
            <w:tcW w:w="2694" w:type="dxa"/>
            <w:vAlign w:val="center"/>
          </w:tcPr>
          <w:p w14:paraId="1DD939CC" w14:textId="77777777" w:rsidR="00734F56" w:rsidRPr="009C54AE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8B0514" w14:textId="4DFC6305" w:rsidR="00734F56" w:rsidRPr="00734F56" w:rsidRDefault="00F1184B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01370F" w:rsidRPr="009C54AE" w14:paraId="4B5304D1" w14:textId="77777777" w:rsidTr="007B2890">
        <w:trPr>
          <w:trHeight w:val="340"/>
        </w:trPr>
        <w:tc>
          <w:tcPr>
            <w:tcW w:w="2694" w:type="dxa"/>
            <w:vAlign w:val="center"/>
          </w:tcPr>
          <w:p w14:paraId="095FF35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7B6EC4A2" w:rsidR="0001370F" w:rsidRPr="00734F56" w:rsidRDefault="00F1184B" w:rsidP="00F1184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Katedra Prawa Finansowego</w:t>
            </w:r>
          </w:p>
        </w:tc>
      </w:tr>
      <w:tr w:rsidR="0001370F" w:rsidRPr="009C54AE" w14:paraId="2B3D96F2" w14:textId="77777777" w:rsidTr="007B2890">
        <w:trPr>
          <w:trHeight w:val="340"/>
        </w:trPr>
        <w:tc>
          <w:tcPr>
            <w:tcW w:w="2694" w:type="dxa"/>
            <w:vAlign w:val="center"/>
          </w:tcPr>
          <w:p w14:paraId="4AECB0C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01370F" w:rsidRPr="009C54AE" w14:paraId="0DA52160" w14:textId="77777777" w:rsidTr="007B2890">
        <w:trPr>
          <w:trHeight w:val="340"/>
        </w:trPr>
        <w:tc>
          <w:tcPr>
            <w:tcW w:w="2694" w:type="dxa"/>
            <w:vAlign w:val="center"/>
          </w:tcPr>
          <w:p w14:paraId="74D49874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01370F" w:rsidRPr="009C54AE" w14:paraId="1BC50335" w14:textId="77777777" w:rsidTr="007B2890">
        <w:trPr>
          <w:trHeight w:val="340"/>
        </w:trPr>
        <w:tc>
          <w:tcPr>
            <w:tcW w:w="2694" w:type="dxa"/>
            <w:vAlign w:val="center"/>
          </w:tcPr>
          <w:p w14:paraId="12FE0531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01370F" w:rsidRPr="009C54AE" w14:paraId="16769229" w14:textId="77777777" w:rsidTr="007B2890">
        <w:trPr>
          <w:trHeight w:val="340"/>
        </w:trPr>
        <w:tc>
          <w:tcPr>
            <w:tcW w:w="2694" w:type="dxa"/>
            <w:vAlign w:val="center"/>
          </w:tcPr>
          <w:p w14:paraId="7018B60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01370F" w:rsidRPr="009C54AE" w14:paraId="58BC4288" w14:textId="77777777" w:rsidTr="007B2890">
        <w:trPr>
          <w:trHeight w:val="340"/>
        </w:trPr>
        <w:tc>
          <w:tcPr>
            <w:tcW w:w="2694" w:type="dxa"/>
            <w:vAlign w:val="center"/>
          </w:tcPr>
          <w:p w14:paraId="5DD1EEA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BD92F9" w14:textId="262E4569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 xml:space="preserve">Rok V, semestr </w:t>
            </w:r>
            <w:r w:rsidR="00C10D1F">
              <w:rPr>
                <w:rFonts w:ascii="Corbel" w:hAnsi="Corbel"/>
                <w:b w:val="0"/>
                <w:color w:val="auto"/>
                <w:sz w:val="22"/>
              </w:rPr>
              <w:t>IX</w:t>
            </w:r>
          </w:p>
        </w:tc>
      </w:tr>
      <w:tr w:rsidR="0001370F" w:rsidRPr="009C54AE" w14:paraId="37FD279C" w14:textId="77777777" w:rsidTr="007B2890">
        <w:trPr>
          <w:trHeight w:val="340"/>
        </w:trPr>
        <w:tc>
          <w:tcPr>
            <w:tcW w:w="2694" w:type="dxa"/>
            <w:vAlign w:val="center"/>
          </w:tcPr>
          <w:p w14:paraId="495140B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01370F" w:rsidRPr="009C54AE" w14:paraId="55948103" w14:textId="77777777" w:rsidTr="007B2890">
        <w:trPr>
          <w:trHeight w:val="340"/>
        </w:trPr>
        <w:tc>
          <w:tcPr>
            <w:tcW w:w="2694" w:type="dxa"/>
            <w:vAlign w:val="center"/>
          </w:tcPr>
          <w:p w14:paraId="05E56CDC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61140689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polski</w:t>
            </w:r>
          </w:p>
        </w:tc>
      </w:tr>
      <w:tr w:rsidR="0001370F" w:rsidRPr="00970F0B" w14:paraId="4276C01D" w14:textId="77777777" w:rsidTr="007B2890">
        <w:trPr>
          <w:trHeight w:val="340"/>
        </w:trPr>
        <w:tc>
          <w:tcPr>
            <w:tcW w:w="2694" w:type="dxa"/>
            <w:vAlign w:val="center"/>
          </w:tcPr>
          <w:p w14:paraId="3D264308" w14:textId="77777777" w:rsidR="0001370F" w:rsidRPr="00450E4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0E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337090EC" w:rsidR="0001370F" w:rsidRPr="00450E4E" w:rsidRDefault="007B2890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>
              <w:rPr>
                <w:rFonts w:ascii="Corbel" w:hAnsi="Corbel"/>
                <w:b w:val="0"/>
                <w:sz w:val="22"/>
                <w:lang w:val="en-US"/>
              </w:rPr>
              <w:t>p</w:t>
            </w:r>
            <w:r w:rsidR="001C77D8" w:rsidRPr="00450E4E">
              <w:rPr>
                <w:rFonts w:ascii="Corbel" w:hAnsi="Corbel"/>
                <w:b w:val="0"/>
                <w:sz w:val="22"/>
                <w:lang w:val="en-US"/>
              </w:rPr>
              <w:t>rof. d</w:t>
            </w:r>
            <w:r w:rsidR="0001370F" w:rsidRPr="00450E4E">
              <w:rPr>
                <w:rFonts w:ascii="Corbel" w:hAnsi="Corbel"/>
                <w:b w:val="0"/>
                <w:sz w:val="22"/>
                <w:lang w:val="en-US"/>
              </w:rPr>
              <w:t>r hab. E</w:t>
            </w:r>
            <w:r>
              <w:rPr>
                <w:rFonts w:ascii="Corbel" w:hAnsi="Corbel"/>
                <w:b w:val="0"/>
                <w:sz w:val="22"/>
                <w:lang w:val="en-US"/>
              </w:rPr>
              <w:t>lżbieta</w:t>
            </w:r>
            <w:r w:rsidR="0001370F" w:rsidRPr="00450E4E">
              <w:rPr>
                <w:rFonts w:ascii="Corbel" w:hAnsi="Corbel"/>
                <w:b w:val="0"/>
                <w:sz w:val="22"/>
                <w:lang w:val="en-US"/>
              </w:rPr>
              <w:t xml:space="preserve"> Feret</w:t>
            </w:r>
          </w:p>
        </w:tc>
      </w:tr>
      <w:tr w:rsidR="0001370F" w:rsidRPr="009C54AE" w14:paraId="2C111C00" w14:textId="77777777" w:rsidTr="007B2890">
        <w:trPr>
          <w:trHeight w:val="340"/>
        </w:trPr>
        <w:tc>
          <w:tcPr>
            <w:tcW w:w="2694" w:type="dxa"/>
            <w:vAlign w:val="center"/>
          </w:tcPr>
          <w:p w14:paraId="60B4F12C" w14:textId="77777777" w:rsidR="0001370F" w:rsidRPr="00450E4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0E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95209E" w14:textId="7CE2CF48" w:rsidR="0001370F" w:rsidRPr="00450E4E" w:rsidRDefault="007B2890" w:rsidP="00A85F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1C77D8" w:rsidRPr="00450E4E">
              <w:rPr>
                <w:rFonts w:ascii="Corbel" w:hAnsi="Corbel"/>
                <w:b w:val="0"/>
                <w:color w:val="auto"/>
                <w:sz w:val="22"/>
              </w:rPr>
              <w:t>rof. dr</w:t>
            </w:r>
            <w:r w:rsidR="0001370F" w:rsidRPr="00450E4E">
              <w:rPr>
                <w:rFonts w:ascii="Corbel" w:hAnsi="Corbel"/>
                <w:b w:val="0"/>
                <w:color w:val="auto"/>
                <w:sz w:val="22"/>
              </w:rPr>
              <w:t xml:space="preserve"> hab. Elżbieta Feret, dr Paweł Majka, dr Marta Sagan, </w:t>
            </w:r>
            <w:r>
              <w:rPr>
                <w:rFonts w:ascii="Corbel" w:hAnsi="Corbel"/>
                <w:b w:val="0"/>
                <w:color w:val="auto"/>
                <w:sz w:val="22"/>
              </w:rPr>
              <w:br/>
            </w:r>
            <w:r w:rsidR="0001370F" w:rsidRPr="00450E4E">
              <w:rPr>
                <w:rFonts w:ascii="Corbel" w:hAnsi="Corbel"/>
                <w:b w:val="0"/>
                <w:color w:val="auto"/>
                <w:sz w:val="22"/>
              </w:rPr>
              <w:t>dr Anna Wójtowicz-Dawid</w:t>
            </w:r>
            <w:r w:rsidR="001C77D8" w:rsidRPr="00450E4E">
              <w:rPr>
                <w:rFonts w:ascii="Corbel" w:hAnsi="Corbel"/>
                <w:b w:val="0"/>
                <w:color w:val="auto"/>
                <w:sz w:val="22"/>
              </w:rPr>
              <w:t xml:space="preserve">, dr Joanna Łubina </w:t>
            </w:r>
          </w:p>
        </w:tc>
      </w:tr>
    </w:tbl>
    <w:p w14:paraId="7385592B" w14:textId="584BA185" w:rsidR="00923D7D" w:rsidRDefault="0085747A" w:rsidP="00A85FBD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FCE469" w14:textId="77777777" w:rsidR="00A85FBD" w:rsidRPr="009C54AE" w:rsidRDefault="00A85FBD" w:rsidP="007B289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BAA960" w14:textId="0E0996C8" w:rsidR="0085747A" w:rsidRPr="009C54AE" w:rsidRDefault="0085747A" w:rsidP="007B289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B289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Formy zajęć dydaktycznych, wymiar godzin i punktów ECTS</w:t>
      </w:r>
    </w:p>
    <w:p w14:paraId="5D00B14C" w14:textId="77777777" w:rsidR="00923D7D" w:rsidRPr="009C54AE" w:rsidRDefault="00923D7D" w:rsidP="007B289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C6EAED" w14:textId="77777777" w:rsidTr="0001370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A040" w14:textId="77777777" w:rsidR="00015B8F" w:rsidRDefault="00015B8F" w:rsidP="007B28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7B28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7B28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7B28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7B28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7B28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7B28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7B28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7B28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7B28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7B28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0137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694E" w14:textId="1BE8A7E7" w:rsidR="00015B8F" w:rsidRPr="009C54AE" w:rsidRDefault="00C10D1F" w:rsidP="007B28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5D763762" w:rsidR="00015B8F" w:rsidRPr="009C54AE" w:rsidRDefault="00015B8F" w:rsidP="007B28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7B28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1B379A52" w:rsidR="00015B8F" w:rsidRPr="009C54AE" w:rsidRDefault="00C47501" w:rsidP="007B28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7B28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7B28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7B28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7B28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7B28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5FFC854E" w:rsidR="00015B8F" w:rsidRPr="009C54AE" w:rsidRDefault="00C10D1F" w:rsidP="007B28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C6FCC1" w14:textId="77777777" w:rsidR="00923D7D" w:rsidRPr="009C54AE" w:rsidRDefault="00923D7D" w:rsidP="007B289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52E36613" w:rsidR="0085747A" w:rsidRDefault="0085747A" w:rsidP="007B289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55670797" w14:textId="77777777" w:rsidR="007B2890" w:rsidRPr="009C54AE" w:rsidRDefault="007B2890" w:rsidP="007B289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68C9712" w14:textId="533D6BAC" w:rsidR="0085747A" w:rsidRPr="009C54AE" w:rsidRDefault="007B2890" w:rsidP="007B28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B2890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A8C4390" w14:textId="13EBAC4B" w:rsidR="0085747A" w:rsidRPr="009C54AE" w:rsidRDefault="007B2890" w:rsidP="007B28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208C3BA" w14:textId="77777777" w:rsidR="0085747A" w:rsidRPr="009C54AE" w:rsidRDefault="0085747A" w:rsidP="007B289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0D9F8074" w:rsidR="00E22FBC" w:rsidRPr="009C54AE" w:rsidRDefault="00E22FBC" w:rsidP="007B28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B289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F99080" w14:textId="77777777" w:rsidR="0001370F" w:rsidRDefault="0001370F" w:rsidP="007B28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44792" w14:textId="2115BD28" w:rsidR="009C54AE" w:rsidRPr="007B2890" w:rsidRDefault="007B2890" w:rsidP="007B28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- </w:t>
      </w:r>
      <w:r w:rsidR="001C77D8" w:rsidRPr="007B2890">
        <w:rPr>
          <w:rFonts w:ascii="Corbel" w:hAnsi="Corbel"/>
          <w:b w:val="0"/>
          <w:smallCaps w:val="0"/>
          <w:szCs w:val="24"/>
        </w:rPr>
        <w:t>zaliczenie z oceną</w:t>
      </w:r>
    </w:p>
    <w:p w14:paraId="2EDA9983" w14:textId="77777777" w:rsidR="00E960BB" w:rsidRDefault="00E960BB" w:rsidP="007B28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6C0F6319" w:rsidR="00E960BB" w:rsidRDefault="0085747A" w:rsidP="007B289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B2890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56F06FAC" w14:textId="77777777" w:rsidR="0001370F" w:rsidRPr="009C54AE" w:rsidRDefault="0001370F" w:rsidP="007B289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1"/>
      </w:tblGrid>
      <w:tr w:rsidR="0085747A" w:rsidRPr="009C54AE" w14:paraId="2BDD2003" w14:textId="77777777" w:rsidTr="007B2890">
        <w:trPr>
          <w:trHeight w:val="393"/>
        </w:trPr>
        <w:tc>
          <w:tcPr>
            <w:tcW w:w="9381" w:type="dxa"/>
            <w:vAlign w:val="center"/>
          </w:tcPr>
          <w:p w14:paraId="183106C3" w14:textId="77777777" w:rsidR="0085747A" w:rsidRPr="009C54AE" w:rsidRDefault="00734F56" w:rsidP="007B28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7B2890">
      <w:pPr>
        <w:pStyle w:val="Punktygwne"/>
        <w:spacing w:before="0" w:after="0"/>
        <w:rPr>
          <w:rFonts w:ascii="Corbel" w:hAnsi="Corbel"/>
          <w:szCs w:val="24"/>
        </w:rPr>
      </w:pPr>
    </w:p>
    <w:p w14:paraId="4A7E9E9B" w14:textId="77777777" w:rsidR="0001370F" w:rsidRDefault="0001370F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7327329" w14:textId="4F61471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306FE2E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B289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44B6AC" w14:textId="77777777" w:rsidR="007B2890" w:rsidRDefault="007B2890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108"/>
      </w:tblGrid>
      <w:tr w:rsidR="00734F56" w:rsidRPr="00734F56" w14:paraId="1859AB35" w14:textId="77777777" w:rsidTr="0001370F">
        <w:tc>
          <w:tcPr>
            <w:tcW w:w="668" w:type="dxa"/>
            <w:vAlign w:val="center"/>
          </w:tcPr>
          <w:p w14:paraId="4ACAAAE2" w14:textId="61F0D82E" w:rsidR="00734F56" w:rsidRPr="00734F56" w:rsidRDefault="00734F56" w:rsidP="007B28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>C1</w:t>
            </w:r>
          </w:p>
        </w:tc>
        <w:tc>
          <w:tcPr>
            <w:tcW w:w="9108" w:type="dxa"/>
            <w:vAlign w:val="center"/>
          </w:tcPr>
          <w:p w14:paraId="5C0A75E5" w14:textId="43FA32C7" w:rsidR="00734F56" w:rsidRPr="00734F56" w:rsidRDefault="00734F56" w:rsidP="007B28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</w:t>
            </w:r>
            <w:r w:rsidR="001C77D8">
              <w:rPr>
                <w:rFonts w:ascii="Corbel" w:eastAsia="Times New Roman" w:hAnsi="Corbel"/>
                <w:lang w:eastAsia="pl-PL"/>
              </w:rPr>
              <w:t>wiedzy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 z zakresu prawa podatkowego objętego programem nauczania. </w:t>
            </w:r>
          </w:p>
        </w:tc>
      </w:tr>
      <w:tr w:rsidR="00734F56" w:rsidRPr="00734F56" w14:paraId="64A46586" w14:textId="77777777" w:rsidTr="0001370F">
        <w:tc>
          <w:tcPr>
            <w:tcW w:w="668" w:type="dxa"/>
            <w:vAlign w:val="center"/>
          </w:tcPr>
          <w:p w14:paraId="4309E200" w14:textId="77777777" w:rsidR="00734F56" w:rsidRPr="00734F56" w:rsidRDefault="00734F56" w:rsidP="007B2890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8" w:type="dxa"/>
            <w:vAlign w:val="center"/>
          </w:tcPr>
          <w:p w14:paraId="6D2FFA5B" w14:textId="55EC991F" w:rsidR="00734F56" w:rsidRPr="00734F56" w:rsidRDefault="00B5209B" w:rsidP="007B28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</w:t>
            </w:r>
            <w:r>
              <w:rPr>
                <w:rFonts w:ascii="Corbel" w:eastAsia="Times New Roman" w:hAnsi="Corbel"/>
                <w:lang w:eastAsia="pl-PL"/>
              </w:rPr>
              <w:t>wiedzy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z prawa podatkowego w tym na temat problemów dotyczących międzynarodowego prawa podatkowego i europejskiego prawa podatkowego oraz prawa podatkowego przedsiębiorców.</w:t>
            </w:r>
          </w:p>
        </w:tc>
      </w:tr>
      <w:tr w:rsidR="00734F56" w:rsidRPr="00734F56" w14:paraId="4CE57D38" w14:textId="77777777" w:rsidTr="0001370F">
        <w:tc>
          <w:tcPr>
            <w:tcW w:w="668" w:type="dxa"/>
            <w:vAlign w:val="center"/>
          </w:tcPr>
          <w:p w14:paraId="11D7B840" w14:textId="77777777" w:rsidR="00734F56" w:rsidRPr="00734F56" w:rsidRDefault="00734F56" w:rsidP="007B2890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9108" w:type="dxa"/>
            <w:vAlign w:val="center"/>
          </w:tcPr>
          <w:p w14:paraId="1BC41850" w14:textId="57C79B2A" w:rsidR="00734F56" w:rsidRPr="00734F56" w:rsidRDefault="00B5209B" w:rsidP="007B289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</w:t>
            </w:r>
            <w:r>
              <w:rPr>
                <w:rFonts w:ascii="Corbel" w:eastAsia="Times New Roman" w:hAnsi="Corbel"/>
                <w:lang w:eastAsia="pl-PL"/>
              </w:rPr>
              <w:t>wiedzy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o wybranych zagadnieniach procedury podatkowej.</w:t>
            </w:r>
          </w:p>
        </w:tc>
      </w:tr>
    </w:tbl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636A6CE8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B289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603"/>
        <w:gridCol w:w="1760"/>
      </w:tblGrid>
      <w:tr w:rsidR="007F0AA8" w:rsidRPr="009C54AE" w14:paraId="2CA7B36A" w14:textId="77777777" w:rsidTr="007B2890">
        <w:tc>
          <w:tcPr>
            <w:tcW w:w="1418" w:type="dxa"/>
            <w:vAlign w:val="center"/>
          </w:tcPr>
          <w:p w14:paraId="2C8F36F1" w14:textId="77777777" w:rsidR="007F0AA8" w:rsidRPr="007B2890" w:rsidRDefault="007F0AA8" w:rsidP="007B28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EK (efekt uczenia się)</w:t>
            </w:r>
          </w:p>
        </w:tc>
        <w:tc>
          <w:tcPr>
            <w:tcW w:w="6603" w:type="dxa"/>
            <w:vAlign w:val="center"/>
          </w:tcPr>
          <w:p w14:paraId="0D3B885B" w14:textId="5A48A2EF" w:rsidR="007F0AA8" w:rsidRPr="007B2890" w:rsidRDefault="007F0AA8" w:rsidP="007B28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760" w:type="dxa"/>
            <w:vAlign w:val="center"/>
          </w:tcPr>
          <w:p w14:paraId="3FEAC581" w14:textId="77777777" w:rsidR="007F0AA8" w:rsidRPr="007B2890" w:rsidRDefault="007F0AA8" w:rsidP="007B28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Pr="007B2890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7F0AA8" w:rsidRPr="00AA59FE" w14:paraId="04DF4424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C346" w14:textId="149EDBF4" w:rsidR="007F0AA8" w:rsidRPr="007B2890" w:rsidRDefault="007F0AA8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1F23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38DD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K_W01</w:t>
            </w:r>
          </w:p>
        </w:tc>
      </w:tr>
      <w:tr w:rsidR="001C1855" w:rsidRPr="00AA59FE" w14:paraId="60C8A3BD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5C76" w14:textId="2D68CF4C" w:rsidR="001C1855" w:rsidRPr="007B2890" w:rsidRDefault="001C1855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FD1A" w14:textId="7642B518" w:rsidR="001C1855" w:rsidRPr="007B2890" w:rsidRDefault="00D16960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 w</w:t>
            </w:r>
            <w:r w:rsidR="0001370F"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szczególności: teorii i filozofii prawa, doktryn polityczno-prawnych, historii państwa i prawa, prawa rzymskiego) oraz dyscyplin pomocniczych.</w:t>
            </w:r>
            <w:r w:rsidR="00946F0F"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W zależności od dokonanego samodzielnie wyboru ma pogłębioną i rozszerzoną wiedzę w zakresie wybranych gałęzi prawa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86F0" w14:textId="67087CF4" w:rsidR="001C1855" w:rsidRPr="007B2890" w:rsidRDefault="001C1855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K_W02</w:t>
            </w:r>
          </w:p>
        </w:tc>
      </w:tr>
      <w:tr w:rsidR="007F0AA8" w:rsidRPr="00AA59FE" w14:paraId="635AFDC9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C1FE" w14:textId="28E55E2B" w:rsidR="007F0AA8" w:rsidRPr="007B2890" w:rsidRDefault="007F0AA8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E77F" w14:textId="0261F83D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pogłębioną wiedzę na temat źródeł i instytucji polskiego </w:t>
            </w:r>
            <w:r w:rsidR="007B2890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europejskiego systemu prawa, relacji pomiędzy prawem UE </w:t>
            </w:r>
            <w:r w:rsidR="007B2890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a prawem polskim.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ABC8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K_W03</w:t>
            </w:r>
          </w:p>
        </w:tc>
      </w:tr>
      <w:tr w:rsidR="007F0AA8" w:rsidRPr="00AA59FE" w14:paraId="5FABB725" w14:textId="77777777" w:rsidTr="00972564">
        <w:trPr>
          <w:trHeight w:val="3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E89A" w14:textId="025A5D02" w:rsidR="007F0AA8" w:rsidRPr="007B2890" w:rsidRDefault="007F0AA8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3AF4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Ma pogłębioną wiedzę na temat procesów stanowienia prawa.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88C5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K_W04</w:t>
            </w:r>
          </w:p>
        </w:tc>
      </w:tr>
      <w:tr w:rsidR="001C1855" w:rsidRPr="00AA59FE" w14:paraId="3B32C1EC" w14:textId="77777777" w:rsidTr="00972564">
        <w:trPr>
          <w:trHeight w:val="41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7B09" w14:textId="5FAED0D8" w:rsidR="001C1855" w:rsidRPr="007B2890" w:rsidRDefault="001C1855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00E8" w14:textId="07E86255" w:rsidR="001C1855" w:rsidRPr="007B2890" w:rsidRDefault="001C1855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88B0" w14:textId="39D6E57C" w:rsidR="001C1855" w:rsidRPr="007B2890" w:rsidRDefault="001C1855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K_W05</w:t>
            </w:r>
          </w:p>
        </w:tc>
      </w:tr>
      <w:tr w:rsidR="007F0AA8" w:rsidRPr="00AA59FE" w14:paraId="1B766389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EE84" w14:textId="508ED45F" w:rsidR="007F0AA8" w:rsidRPr="007B2890" w:rsidRDefault="007F0AA8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2342" w14:textId="037CF20A" w:rsidR="007F0AA8" w:rsidRPr="007B2890" w:rsidRDefault="00D16960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Zna i rozumie terminologię właściwą dla języka prawnego </w:t>
            </w:r>
            <w:r w:rsidR="007B2890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i prawniczego oraz zna i rozumie podstawowe pojęcia jakimi posługują się nauki społeczne.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64A1" w14:textId="0262DC49" w:rsidR="007F0AA8" w:rsidRPr="007B2890" w:rsidRDefault="001C1855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K_W06</w:t>
            </w:r>
          </w:p>
        </w:tc>
      </w:tr>
      <w:tr w:rsidR="007F0AA8" w:rsidRPr="00AA59FE" w14:paraId="458C1F71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3997" w14:textId="1276328E" w:rsidR="007F0AA8" w:rsidRPr="007B2890" w:rsidRDefault="007F0AA8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1FE3" w14:textId="6B5E0DC0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rozszerzoną wiedzę na temat struktur i instytucji polskiego systemu prawa (w tym władzy: ustawodawczej, wykonawczej </w:t>
            </w:r>
            <w:r w:rsidR="007B2890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i sądowniczej, organów i instytucji ochrony prawa).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22B4" w14:textId="7CFBAE62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</w:tc>
      </w:tr>
      <w:tr w:rsidR="00B918FC" w:rsidRPr="00AA59FE" w14:paraId="020C2EC0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1C28" w14:textId="77777777" w:rsidR="00B918FC" w:rsidRPr="007B2890" w:rsidRDefault="00B918FC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06EB" w14:textId="3F5489C6" w:rsidR="00B918FC" w:rsidRPr="007B2890" w:rsidRDefault="00B918FC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Ma pogłębioną wiedzę na temat zasad i norm etycznych oraz etyki zawodowej</w:t>
            </w:r>
            <w:r w:rsidR="001C77D8"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3DC9" w14:textId="5E5DDFA9" w:rsidR="00B918FC" w:rsidRPr="007B2890" w:rsidRDefault="00B918FC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7F0AA8" w:rsidRPr="00AA59FE" w14:paraId="60F311D7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19E7" w14:textId="5B7E3698" w:rsidR="007F0AA8" w:rsidRPr="007B2890" w:rsidRDefault="007F0AA8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8352" w14:textId="12425E5A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pogłębioną wiedzę o historycznej ewolucji i o poglądach na temat instytucji polityczno-prawnych oraz na temat procesów </w:t>
            </w:r>
            <w:r w:rsidR="007B2890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i przyczyn zmian zachodzących w zakresie państwa i prawa.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2CF8" w14:textId="525A2C30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K_W10</w:t>
            </w:r>
          </w:p>
        </w:tc>
      </w:tr>
      <w:tr w:rsidR="001C1855" w:rsidRPr="00AA59FE" w14:paraId="271F2A38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3B29" w14:textId="14014A3A" w:rsidR="001C1855" w:rsidRPr="007B2890" w:rsidRDefault="001C1855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6BDD" w14:textId="6FC3BDAC" w:rsidR="001C1855" w:rsidRPr="007B2890" w:rsidRDefault="00D16960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BA33" w14:textId="66AB8F42" w:rsidR="001C1855" w:rsidRPr="007B2890" w:rsidRDefault="001C1855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K_W12</w:t>
            </w:r>
          </w:p>
        </w:tc>
      </w:tr>
      <w:tr w:rsidR="001C1855" w:rsidRPr="00AA59FE" w14:paraId="17EB4054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7B7D" w14:textId="108940DB" w:rsidR="001C1855" w:rsidRPr="007B2890" w:rsidRDefault="001C1855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2288" w14:textId="161F43FF" w:rsidR="001C1855" w:rsidRPr="007B2890" w:rsidRDefault="00D16960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Zna ogólne zasady tworzenia i rozwoju form przedsiębiorczości oraz form indywidualnego rozwoju zawodowego.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971F" w14:textId="7B225362" w:rsidR="001C1855" w:rsidRPr="007B2890" w:rsidRDefault="001C1855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K_W13</w:t>
            </w:r>
          </w:p>
        </w:tc>
      </w:tr>
      <w:tr w:rsidR="007F0AA8" w:rsidRPr="00AA59FE" w14:paraId="19397B16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4696" w14:textId="7C89C45B" w:rsidR="007F0AA8" w:rsidRPr="007B2890" w:rsidRDefault="007F0AA8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CE64" w14:textId="172A64B6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Potrafi prawidłowo interpretować i wyjaśniać znaczenie norm </w:t>
            </w:r>
            <w:r w:rsidR="007B2890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i stosunków prawnych.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D3BB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K_U01</w:t>
            </w:r>
          </w:p>
        </w:tc>
      </w:tr>
      <w:tr w:rsidR="007F0AA8" w:rsidRPr="00AA59FE" w14:paraId="1F41C2C9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BFC7" w14:textId="4C3EDD1B" w:rsidR="007F0AA8" w:rsidRPr="007B2890" w:rsidRDefault="007F0AA8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0564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Potrafi prawidłowo interpretować i wyjaśniać relacje pomiędzy systemem prawnym a innymi systemami normatywnymi.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ADD7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K_U02</w:t>
            </w:r>
          </w:p>
        </w:tc>
      </w:tr>
      <w:tr w:rsidR="007F0AA8" w:rsidRPr="00AA59FE" w14:paraId="51298E7C" w14:textId="77777777" w:rsidTr="007B2890">
        <w:trPr>
          <w:trHeight w:val="5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5CE8" w14:textId="22B52D00" w:rsidR="007F0AA8" w:rsidRPr="007B2890" w:rsidRDefault="007F0AA8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F97D" w14:textId="77777777" w:rsidR="007F0AA8" w:rsidRPr="007B2890" w:rsidRDefault="007F0AA8" w:rsidP="007B28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B2890">
              <w:rPr>
                <w:rFonts w:ascii="Corbel" w:hAnsi="Corbel"/>
                <w:bCs/>
                <w:sz w:val="24"/>
                <w:szCs w:val="24"/>
              </w:rPr>
              <w:t>Potrafi analizować przyczyny i przebieg procesu stanowienia prawa.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F5A6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K_U03 </w:t>
            </w:r>
          </w:p>
        </w:tc>
      </w:tr>
      <w:tr w:rsidR="007F0AA8" w:rsidRPr="00AA59FE" w14:paraId="2E5C92FC" w14:textId="77777777" w:rsidTr="007B2890">
        <w:trPr>
          <w:trHeight w:val="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1931" w14:textId="1B8C2AD3" w:rsidR="007F0AA8" w:rsidRPr="007B2890" w:rsidRDefault="007F0AA8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4716" w14:textId="77777777" w:rsidR="007F0AA8" w:rsidRPr="007B2890" w:rsidRDefault="007F0AA8" w:rsidP="007B28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B2890">
              <w:rPr>
                <w:rFonts w:ascii="Corbel" w:hAnsi="Corbel"/>
                <w:bCs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1279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K_U04</w:t>
            </w:r>
          </w:p>
        </w:tc>
      </w:tr>
      <w:tr w:rsidR="001C1855" w:rsidRPr="00AA59FE" w14:paraId="298710BF" w14:textId="77777777" w:rsidTr="007B2890">
        <w:trPr>
          <w:trHeight w:val="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EBB5" w14:textId="6B53A19D" w:rsidR="001C1855" w:rsidRPr="007B2890" w:rsidRDefault="001C1855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52BF" w14:textId="50664E91" w:rsidR="001C1855" w:rsidRPr="007B2890" w:rsidRDefault="00D16960" w:rsidP="007B28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B2890">
              <w:rPr>
                <w:rFonts w:ascii="Corbel" w:hAnsi="Corbel"/>
                <w:bCs/>
                <w:sz w:val="24"/>
                <w:szCs w:val="24"/>
              </w:rPr>
              <w:t xml:space="preserve">Sprawnie posługuje się normami, regułami oraz instytucjami prawnymi obowiązującymi w polskim systemie prawa; </w:t>
            </w:r>
            <w:r w:rsidR="007B2890">
              <w:rPr>
                <w:rFonts w:ascii="Corbel" w:hAnsi="Corbel"/>
                <w:bCs/>
                <w:sz w:val="24"/>
                <w:szCs w:val="24"/>
              </w:rPr>
              <w:br/>
            </w:r>
            <w:r w:rsidRPr="007B2890">
              <w:rPr>
                <w:rFonts w:ascii="Corbel" w:hAnsi="Corbel"/>
                <w:bCs/>
                <w:sz w:val="24"/>
                <w:szCs w:val="24"/>
              </w:rPr>
              <w:t>w zależności od dokonanego samodzielnie wyboru posiada rozszerzone umiejętności rozwiązywania konkretnych problemów prawnych w zakresie wybranych gałęzi prawa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5AFA" w14:textId="46B3AB77" w:rsidR="001C1855" w:rsidRPr="007B2890" w:rsidRDefault="001C1855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K_U05</w:t>
            </w:r>
          </w:p>
        </w:tc>
      </w:tr>
      <w:tr w:rsidR="001C1855" w:rsidRPr="00AA59FE" w14:paraId="70D889CF" w14:textId="77777777" w:rsidTr="007B2890">
        <w:trPr>
          <w:trHeight w:val="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A30B" w14:textId="026BF063" w:rsidR="001C1855" w:rsidRPr="007B2890" w:rsidRDefault="001C1855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A9DF" w14:textId="4B955707" w:rsidR="001C1855" w:rsidRPr="007B2890" w:rsidRDefault="00D16960" w:rsidP="007B28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B2890">
              <w:rPr>
                <w:rFonts w:ascii="Corbel" w:hAnsi="Corbel"/>
                <w:bCs/>
                <w:sz w:val="24"/>
                <w:szCs w:val="24"/>
              </w:rPr>
              <w:t>Potrafi formułować własne opinie w odniesieniu do poznanych instytucji prawnych i politycznych.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B7C9" w14:textId="7CB33C72" w:rsidR="001C1855" w:rsidRPr="007B2890" w:rsidRDefault="001C1855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K_U06</w:t>
            </w:r>
          </w:p>
        </w:tc>
      </w:tr>
      <w:tr w:rsidR="001C1855" w:rsidRPr="00AA59FE" w14:paraId="4E92B923" w14:textId="77777777" w:rsidTr="007B2890">
        <w:trPr>
          <w:trHeight w:val="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FDFC" w14:textId="01F1AC42" w:rsidR="001C1855" w:rsidRPr="007B2890" w:rsidRDefault="001C1855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E09" w14:textId="7FE0F035" w:rsidR="001C1855" w:rsidRPr="007B2890" w:rsidRDefault="00D16960" w:rsidP="007B28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B2890">
              <w:rPr>
                <w:rFonts w:ascii="Corbel" w:hAnsi="Corbel"/>
                <w:bCs/>
                <w:sz w:val="24"/>
                <w:szCs w:val="24"/>
              </w:rPr>
              <w:t xml:space="preserve">Potrafi sprawnie posługiwać się tekstami aktów normatywnych </w:t>
            </w:r>
            <w:r w:rsidR="007B2890">
              <w:rPr>
                <w:rFonts w:ascii="Corbel" w:hAnsi="Corbel"/>
                <w:bCs/>
                <w:sz w:val="24"/>
                <w:szCs w:val="24"/>
              </w:rPr>
              <w:br/>
            </w:r>
            <w:r w:rsidRPr="007B2890">
              <w:rPr>
                <w:rFonts w:ascii="Corbel" w:hAnsi="Corbel"/>
                <w:bCs/>
                <w:sz w:val="24"/>
                <w:szCs w:val="24"/>
              </w:rPr>
              <w:t>i interpretować je z wykorzystaniem języka prawniczego.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1FAC" w14:textId="335B0C4D" w:rsidR="001C1855" w:rsidRPr="007B2890" w:rsidRDefault="001C1855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K_U08</w:t>
            </w:r>
          </w:p>
        </w:tc>
      </w:tr>
      <w:tr w:rsidR="007F0AA8" w:rsidRPr="00AA59FE" w14:paraId="01C6AF31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9E05" w14:textId="2F6A0C7D" w:rsidR="007F0AA8" w:rsidRPr="007B2890" w:rsidRDefault="007F0AA8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02CE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5C46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K_U10</w:t>
            </w:r>
          </w:p>
        </w:tc>
      </w:tr>
      <w:tr w:rsidR="007F0AA8" w:rsidRPr="00DA7D6F" w14:paraId="225B7E70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A266" w14:textId="126DDDD7" w:rsidR="007F0AA8" w:rsidRPr="007B2890" w:rsidRDefault="007F0AA8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F45C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149C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K_U09</w:t>
            </w:r>
          </w:p>
        </w:tc>
      </w:tr>
      <w:tr w:rsidR="001C1855" w:rsidRPr="00DA7D6F" w14:paraId="5F9F6CDA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CDC" w14:textId="1BE4496A" w:rsidR="001C1855" w:rsidRPr="007B2890" w:rsidRDefault="001C1855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EC45" w14:textId="2F18943E" w:rsidR="001C1855" w:rsidRPr="007B2890" w:rsidRDefault="00946F0F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Posiada pogłębioną umiejętność przygotowania prac pisemnych dotyczących określonych zagadnień i problemów prawnych</w:t>
            </w:r>
            <w:r w:rsidR="0001370F"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za pomocą odpowiednio dobranych</w:t>
            </w:r>
            <w:r w:rsidR="0001370F"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metod, narzędzi oraz zaawansowanych technik informacyjno-komunikacyjnych.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DD52" w14:textId="0ACD0313" w:rsidR="001C1855" w:rsidRPr="007B2890" w:rsidRDefault="001C1855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K_U12</w:t>
            </w:r>
          </w:p>
        </w:tc>
      </w:tr>
      <w:tr w:rsidR="001C1855" w:rsidRPr="00DA7D6F" w14:paraId="6B629742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58BC" w14:textId="1FE125DA" w:rsidR="001C1855" w:rsidRPr="007B2890" w:rsidRDefault="001C1855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FA16" w14:textId="3827A3D1" w:rsidR="001C1855" w:rsidRPr="007B2890" w:rsidRDefault="00946F0F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Posiada pogłębioną umiejętność</w:t>
            </w:r>
            <w:r w:rsidR="0001370F"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przygotowania wystąpień ustnych dotyczących określonych zagadnień i problemów prawnych</w:t>
            </w:r>
            <w:r w:rsidR="0001370F"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1D5E" w14:textId="5CA48100" w:rsidR="001C1855" w:rsidRPr="007B2890" w:rsidRDefault="001C1855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K_U13</w:t>
            </w:r>
          </w:p>
        </w:tc>
      </w:tr>
      <w:tr w:rsidR="001C1855" w:rsidRPr="00DA7D6F" w14:paraId="5ABFA97B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E2FF" w14:textId="1B75D478" w:rsidR="001C1855" w:rsidRPr="007B2890" w:rsidRDefault="001C1855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3A5D" w14:textId="7E90BFE6" w:rsidR="001C1855" w:rsidRPr="007B2890" w:rsidRDefault="00946F0F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Potrafi określić obszary życia społecznego które podlegają lub mogą podlegać w przyszłości regulacjom prawnym.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C093" w14:textId="3F6CD352" w:rsidR="001C1855" w:rsidRPr="007B2890" w:rsidRDefault="001C1855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K_U15</w:t>
            </w:r>
          </w:p>
        </w:tc>
      </w:tr>
      <w:tr w:rsidR="001C1855" w:rsidRPr="00DA7D6F" w14:paraId="07512876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142" w14:textId="1264C2E2" w:rsidR="001C1855" w:rsidRPr="007B2890" w:rsidRDefault="001C1855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D8A3" w14:textId="2E7C2759" w:rsidR="001C1855" w:rsidRPr="007B2890" w:rsidRDefault="00946F0F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Potrafi samodzielnie planować i realizować własne uczenie się przez całe życie.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C221" w14:textId="4062D6F2" w:rsidR="001C1855" w:rsidRPr="007B2890" w:rsidRDefault="001C1855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K_U17</w:t>
            </w:r>
          </w:p>
        </w:tc>
      </w:tr>
      <w:tr w:rsidR="001C1855" w:rsidRPr="00AA59FE" w14:paraId="5C4B21C4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32E8" w14:textId="7790B6EF" w:rsidR="001C1855" w:rsidRPr="007B2890" w:rsidRDefault="001C1855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C040" w14:textId="76D031D1" w:rsidR="001C1855" w:rsidRPr="007B2890" w:rsidRDefault="00946F0F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Ma świadomość społecznego znaczenia zawodu prawnika.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4C83" w14:textId="55F97EEE" w:rsidR="001C1855" w:rsidRPr="007B2890" w:rsidRDefault="001C1855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K_K04</w:t>
            </w:r>
          </w:p>
        </w:tc>
      </w:tr>
      <w:tr w:rsidR="001C1855" w:rsidRPr="00AA59FE" w14:paraId="272AD397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4EFE" w14:textId="05C6E5BD" w:rsidR="001C1855" w:rsidRPr="007B2890" w:rsidRDefault="001C1855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4BCE" w14:textId="76829553" w:rsidR="001C1855" w:rsidRPr="007B2890" w:rsidRDefault="00946F0F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Rozumie konieczność stosowania etycznych zasad w życiu zawodowym prawnika.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D608" w14:textId="38D2D9CB" w:rsidR="001C1855" w:rsidRPr="007B2890" w:rsidRDefault="001C1855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K_K05</w:t>
            </w:r>
          </w:p>
        </w:tc>
      </w:tr>
      <w:tr w:rsidR="007F0AA8" w:rsidRPr="00AA59FE" w14:paraId="7C81F703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0560" w14:textId="3A684154" w:rsidR="007F0AA8" w:rsidRPr="007B2890" w:rsidRDefault="007F0AA8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12E3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4E3A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K_K06</w:t>
            </w:r>
          </w:p>
        </w:tc>
      </w:tr>
      <w:tr w:rsidR="007F0AA8" w:rsidRPr="00AA59FE" w14:paraId="69FB9C94" w14:textId="77777777" w:rsidTr="007B28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21A2" w14:textId="4C9EF9CC" w:rsidR="007F0AA8" w:rsidRPr="007B2890" w:rsidRDefault="007F0AA8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FAEC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1CFB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bCs/>
                <w:smallCaps w:val="0"/>
                <w:szCs w:val="24"/>
              </w:rPr>
              <w:t>K_K07</w:t>
            </w:r>
          </w:p>
        </w:tc>
      </w:tr>
      <w:tr w:rsidR="007F0AA8" w:rsidRPr="00AA59FE" w14:paraId="1F1656BC" w14:textId="77777777" w:rsidTr="00972564">
        <w:trPr>
          <w:trHeight w:val="3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B9F8" w14:textId="09E1EF7D" w:rsidR="007F0AA8" w:rsidRPr="007B2890" w:rsidRDefault="007F0AA8" w:rsidP="007B2890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67FE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295C" w14:textId="77777777" w:rsidR="007F0AA8" w:rsidRPr="007B2890" w:rsidRDefault="007F0AA8" w:rsidP="007B28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2890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370A3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7AC8F23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B2890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0F1B5303" w14:textId="77777777" w:rsidR="007B2890" w:rsidRPr="009C54AE" w:rsidRDefault="007B289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4026E0" w14:textId="214CCB59" w:rsidR="0085747A" w:rsidRDefault="0085747A" w:rsidP="007B2890">
      <w:pPr>
        <w:pStyle w:val="Akapitzlist"/>
        <w:numPr>
          <w:ilvl w:val="0"/>
          <w:numId w:val="1"/>
        </w:numPr>
        <w:spacing w:after="120" w:line="240" w:lineRule="auto"/>
        <w:ind w:left="119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  <w:r w:rsidR="001C77D8">
        <w:rPr>
          <w:rFonts w:ascii="Corbel" w:hAnsi="Corbel"/>
          <w:sz w:val="24"/>
          <w:szCs w:val="24"/>
        </w:rPr>
        <w:t xml:space="preserve"> -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47501">
        <w:rPr>
          <w:rFonts w:ascii="Corbel" w:hAnsi="Corbel"/>
          <w:sz w:val="24"/>
          <w:szCs w:val="24"/>
        </w:rPr>
        <w:t>nie dotyczy</w:t>
      </w:r>
    </w:p>
    <w:p w14:paraId="5800A894" w14:textId="77777777" w:rsidR="007B2890" w:rsidRDefault="007B2890" w:rsidP="007B2890">
      <w:pPr>
        <w:pStyle w:val="Akapitzlist"/>
        <w:spacing w:after="120" w:line="240" w:lineRule="auto"/>
        <w:ind w:left="1190"/>
        <w:rPr>
          <w:rFonts w:ascii="Corbel" w:hAnsi="Corbel"/>
          <w:sz w:val="24"/>
          <w:szCs w:val="24"/>
        </w:rPr>
      </w:pPr>
    </w:p>
    <w:p w14:paraId="5D7759E7" w14:textId="0782BF11" w:rsidR="00C47501" w:rsidRPr="00C47501" w:rsidRDefault="00C47501" w:rsidP="007B2890">
      <w:pPr>
        <w:pStyle w:val="Akapitzlist"/>
        <w:numPr>
          <w:ilvl w:val="0"/>
          <w:numId w:val="1"/>
        </w:numPr>
        <w:spacing w:line="240" w:lineRule="auto"/>
        <w:ind w:left="119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D851FE">
        <w:rPr>
          <w:rFonts w:ascii="Corbel" w:hAnsi="Corbel"/>
          <w:sz w:val="24"/>
          <w:szCs w:val="24"/>
        </w:rPr>
        <w:t xml:space="preserve">, </w:t>
      </w:r>
      <w:r w:rsidR="00D851FE" w:rsidRPr="00B169DF">
        <w:rPr>
          <w:rFonts w:ascii="Corbel" w:hAnsi="Corbel"/>
          <w:sz w:val="24"/>
          <w:szCs w:val="24"/>
        </w:rPr>
        <w:t>konwersatoriów, laboratoriów, zajęć praktycznych</w:t>
      </w:r>
    </w:p>
    <w:p w14:paraId="67206B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6"/>
      </w:tblGrid>
      <w:tr w:rsidR="0085747A" w:rsidRPr="009C54AE" w14:paraId="65FD606F" w14:textId="77777777" w:rsidTr="007B2890">
        <w:tc>
          <w:tcPr>
            <w:tcW w:w="9086" w:type="dxa"/>
          </w:tcPr>
          <w:p w14:paraId="61C88E06" w14:textId="77777777" w:rsidR="0085747A" w:rsidRPr="007B28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B289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7B2890">
        <w:tc>
          <w:tcPr>
            <w:tcW w:w="9086" w:type="dxa"/>
          </w:tcPr>
          <w:p w14:paraId="44695D83" w14:textId="49CD0A63" w:rsidR="009732BC" w:rsidRPr="007B2890" w:rsidRDefault="009732BC" w:rsidP="007B2890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7B2890">
              <w:rPr>
                <w:rFonts w:ascii="Corbel" w:hAnsi="Corbel"/>
                <w:sz w:val="24"/>
                <w:szCs w:val="24"/>
              </w:rPr>
              <w:t>Wstęp do teorii podatku</w:t>
            </w:r>
          </w:p>
        </w:tc>
      </w:tr>
      <w:tr w:rsidR="009732BC" w:rsidRPr="009C54AE" w14:paraId="26387C12" w14:textId="77777777" w:rsidTr="007B2890">
        <w:tc>
          <w:tcPr>
            <w:tcW w:w="9086" w:type="dxa"/>
          </w:tcPr>
          <w:p w14:paraId="2BE25DE2" w14:textId="399874B3" w:rsidR="009732BC" w:rsidRPr="007B2890" w:rsidRDefault="009732BC" w:rsidP="007B2890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7B2890">
              <w:rPr>
                <w:rFonts w:ascii="Corbel" w:hAnsi="Corbel"/>
                <w:sz w:val="24"/>
                <w:szCs w:val="24"/>
              </w:rPr>
              <w:t xml:space="preserve">Ogólne prawo podatkowe - </w:t>
            </w:r>
            <w:r w:rsidRPr="007B2890">
              <w:rPr>
                <w:rFonts w:ascii="Corbel" w:eastAsia="Cambria" w:hAnsi="Corbel"/>
                <w:sz w:val="24"/>
                <w:szCs w:val="24"/>
              </w:rPr>
              <w:t>powstawanie i wymiar zobowiązań podatkowych, odpowiedzialność za zobowiązania podatkowe, opodatkowanie</w:t>
            </w:r>
            <w:r w:rsidR="001C77D8" w:rsidRPr="007B2890">
              <w:rPr>
                <w:rFonts w:ascii="Corbel" w:eastAsia="Cambria" w:hAnsi="Corbel"/>
                <w:sz w:val="24"/>
                <w:szCs w:val="24"/>
              </w:rPr>
              <w:t xml:space="preserve"> dochodów</w:t>
            </w:r>
            <w:r w:rsidRPr="007B2890">
              <w:rPr>
                <w:rFonts w:ascii="Corbel" w:eastAsia="Cambria" w:hAnsi="Corbel"/>
                <w:sz w:val="24"/>
                <w:szCs w:val="24"/>
              </w:rPr>
              <w:t xml:space="preserve"> przedsiębiorców, interpretacje podatkowe</w:t>
            </w:r>
            <w:r w:rsidR="001C77D8" w:rsidRPr="007B2890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9732BC" w:rsidRPr="009C54AE" w14:paraId="7851D433" w14:textId="77777777" w:rsidTr="007B2890">
        <w:tc>
          <w:tcPr>
            <w:tcW w:w="9086" w:type="dxa"/>
          </w:tcPr>
          <w:p w14:paraId="5FFC97A1" w14:textId="77777777" w:rsidR="009732BC" w:rsidRPr="007B2890" w:rsidRDefault="009732BC" w:rsidP="007B2890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B2890">
              <w:rPr>
                <w:rFonts w:ascii="Corbel" w:eastAsia="Cambria" w:hAnsi="Corbel"/>
                <w:sz w:val="24"/>
                <w:szCs w:val="24"/>
              </w:rPr>
              <w:t>Wybrane zagadnienia postępowania podatkowego - zakres postępowania podatkowego, zasady postępowania podatkowego, podmioty postępowania podatkowego, podmioty postępowania: strona, organ podatkowy. Postępowanie przed organem I instancji, zwyczajne i nadzwyczajne środki zaskarżenia</w:t>
            </w:r>
          </w:p>
        </w:tc>
      </w:tr>
      <w:tr w:rsidR="009732BC" w:rsidRPr="009C54AE" w14:paraId="101FDB8C" w14:textId="77777777" w:rsidTr="007B2890">
        <w:tc>
          <w:tcPr>
            <w:tcW w:w="9086" w:type="dxa"/>
          </w:tcPr>
          <w:p w14:paraId="7646AB20" w14:textId="30E6D4DF" w:rsidR="009732BC" w:rsidRPr="007B2890" w:rsidRDefault="009732BC" w:rsidP="007B2890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B2890">
              <w:rPr>
                <w:rFonts w:ascii="Corbel" w:eastAsia="Cambria" w:hAnsi="Corbel"/>
                <w:sz w:val="24"/>
                <w:szCs w:val="24"/>
              </w:rPr>
              <w:t>Międzynarodowe prawo podatkowe; pojęcie i zakres jurysdykcji podatkowej, przesłanki wyznaczające granice jurysdykcji podatkowej, umowy w sprawie unikania podwójnego opodatkowania na przykładzie Modelowej konwencji w sprawie podatku od dochodu i majątku OECD</w:t>
            </w:r>
          </w:p>
        </w:tc>
      </w:tr>
      <w:tr w:rsidR="009732BC" w:rsidRPr="009C54AE" w14:paraId="0754EF82" w14:textId="77777777" w:rsidTr="007B2890">
        <w:tc>
          <w:tcPr>
            <w:tcW w:w="9086" w:type="dxa"/>
          </w:tcPr>
          <w:p w14:paraId="31363325" w14:textId="24E62943" w:rsidR="009732BC" w:rsidRPr="007B2890" w:rsidRDefault="009732BC" w:rsidP="007B2890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7B2890">
              <w:rPr>
                <w:rFonts w:ascii="Corbel" w:eastAsia="Cambria" w:hAnsi="Corbel"/>
                <w:sz w:val="24"/>
                <w:szCs w:val="24"/>
              </w:rPr>
              <w:t xml:space="preserve">Europejskie prawo podatkowe - zakaz dyskryminacji i protekcjonizmu </w:t>
            </w:r>
            <w:r w:rsidR="001C77D8" w:rsidRPr="007B2890">
              <w:rPr>
                <w:rFonts w:ascii="Corbel" w:eastAsia="Cambria" w:hAnsi="Corbel"/>
                <w:sz w:val="24"/>
                <w:szCs w:val="24"/>
              </w:rPr>
              <w:t xml:space="preserve">w prawie </w:t>
            </w:r>
            <w:r w:rsidRPr="007B2890">
              <w:rPr>
                <w:rFonts w:ascii="Corbel" w:eastAsia="Cambria" w:hAnsi="Corbel"/>
                <w:sz w:val="24"/>
                <w:szCs w:val="24"/>
              </w:rPr>
              <w:t>podatkow</w:t>
            </w:r>
            <w:r w:rsidR="001C77D8" w:rsidRPr="007B2890">
              <w:rPr>
                <w:rFonts w:ascii="Corbel" w:eastAsia="Cambria" w:hAnsi="Corbel"/>
                <w:sz w:val="24"/>
                <w:szCs w:val="24"/>
              </w:rPr>
              <w:t>ym.</w:t>
            </w:r>
          </w:p>
        </w:tc>
      </w:tr>
    </w:tbl>
    <w:p w14:paraId="61D45F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5B5671" w14:textId="6DDE3ABC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B289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73A2D07" w14:textId="77777777" w:rsidR="007B2890" w:rsidRPr="009C54AE" w:rsidRDefault="007B289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275A451" w14:textId="1522586D" w:rsidR="00E960BB" w:rsidRPr="007B2890" w:rsidRDefault="007B2890" w:rsidP="007B2890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Konwersatorium - a</w:t>
      </w:r>
      <w:r w:rsidR="009732BC" w:rsidRPr="007B2890">
        <w:rPr>
          <w:rFonts w:ascii="Corbel" w:hAnsi="Corbel"/>
          <w:b w:val="0"/>
          <w:bCs/>
          <w:smallCaps w:val="0"/>
          <w:szCs w:val="24"/>
        </w:rPr>
        <w:t>naliza i interpretacja tekstów źródłowych, analiza przypadków, dyskusja, rozwiązywanie zadań.</w:t>
      </w:r>
    </w:p>
    <w:p w14:paraId="562D9CBA" w14:textId="77777777" w:rsidR="00E960BB" w:rsidRPr="00972564" w:rsidRDefault="00E960BB" w:rsidP="0097256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2EE27B97" w14:textId="3A240FBE" w:rsidR="0085747A" w:rsidRPr="009C54AE" w:rsidRDefault="00C61DC5" w:rsidP="009725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972564" w:rsidRDefault="00923D7D" w:rsidP="0097256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023620F5" w14:textId="258C873E" w:rsidR="0085747A" w:rsidRPr="009C54AE" w:rsidRDefault="0085747A" w:rsidP="009725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7256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725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5673"/>
        <w:gridCol w:w="2117"/>
      </w:tblGrid>
      <w:tr w:rsidR="0085747A" w:rsidRPr="009C54AE" w14:paraId="3329E3F3" w14:textId="77777777" w:rsidTr="00972564">
        <w:tc>
          <w:tcPr>
            <w:tcW w:w="1417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64400312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3" w:type="dxa"/>
            <w:vAlign w:val="center"/>
          </w:tcPr>
          <w:p w14:paraId="54086685" w14:textId="242D6E5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4357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A27F6F" w14:textId="77777777" w:rsidR="00F7276E" w:rsidRPr="009C54AE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FFF7FFD" w:rsidR="0085747A" w:rsidRPr="009C54AE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732BC" w:rsidRPr="00AA59FE" w14:paraId="2E4A8FED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079CF911" w:rsidR="009732BC" w:rsidRPr="00972564" w:rsidRDefault="00972564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5F48A668" w:rsidR="009732BC" w:rsidRPr="00972564" w:rsidRDefault="00246A88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28F817CD" w:rsidR="009732BC" w:rsidRPr="009732BC" w:rsidRDefault="00F7276E" w:rsidP="00607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3B117D0B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6B7C2026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64400021"/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111E6B3B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F94" w14:textId="25C4A9D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61928E73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6F937507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57047AB1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3ED" w14:textId="04B414A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1C3A3E80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3D487ECD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61E3C458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1E0A" w14:textId="0B88B44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48E0EB30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5A19FFB0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9F06152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E54" w14:textId="167862A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0761F710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16E9DF32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15D28293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395" w14:textId="236C90B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2D5A5E77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5BCE215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47E7F793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847C" w14:textId="16F93266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13BC7C12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29A50B93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2911A8C2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39" w14:textId="710F2C13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0F41E44D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08EECE6B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2583D29A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B82" w14:textId="6E1AB78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4D1AA2FE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3CE5880C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4D33134B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C208" w14:textId="11FED19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217053BF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5809BEF3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EK_11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3B780AAC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31C5" w14:textId="77BA6B5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27A5D412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6239ED31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073E4DF1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D43B" w14:textId="45B49CE8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2A863B94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7AF3" w14:textId="2CA1A8C9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8FE5" w14:textId="7C40C7C6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394F" w14:textId="3CF4420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51537B98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7939" w14:textId="172722BE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8575" w14:textId="5C3D0418" w:rsidR="00F7276E" w:rsidRPr="00972564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95D3" w14:textId="0195E6E8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1266A457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C0D" w14:textId="0722BAA6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0C6F" w14:textId="2BD2EEA7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AA29" w14:textId="6EC7F60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43247355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4EFD" w14:textId="0DE32AB9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E7EC" w14:textId="561A3FA7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226C" w14:textId="08361050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bookmarkEnd w:id="1"/>
      <w:tr w:rsidR="00F7276E" w:rsidRPr="009732BC" w14:paraId="231B469F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0164" w14:textId="49E7B005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2DB2" w14:textId="4808D258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F3BC" w14:textId="1D1C7AB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02DE2C2C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F4A3" w14:textId="4D5F666D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F7DE" w14:textId="157A4A4B" w:rsidR="00F7276E" w:rsidRPr="00972564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D3A4" w14:textId="689BC9E4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55572F52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558D" w14:textId="639E44A9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B33A" w14:textId="0F80EE4C" w:rsidR="00F7276E" w:rsidRPr="00972564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A0F8" w14:textId="3B9D17C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28CDADE8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45D8" w14:textId="53949BAA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15E9" w14:textId="6042A549" w:rsidR="00F7276E" w:rsidRPr="00972564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4616" w14:textId="14A51E7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066C56E1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770B" w14:textId="66F1D519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D211" w14:textId="77CBCCE4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8D67" w14:textId="1D8F269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1750482F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B189" w14:textId="66A5EBEC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64D" w14:textId="60802BD4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EDEB" w14:textId="17C7EA10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3A251254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F7A1" w14:textId="63CC27F8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E369" w14:textId="372745FA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F9CD" w14:textId="6B6B29A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5EDC2240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E6B9" w14:textId="0EF32903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EK_24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289E" w14:textId="58400135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EDF9" w14:textId="092A9EBA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75A7D204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E550" w14:textId="369FC9A8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15C4" w14:textId="0D6740FD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C2AB" w14:textId="4318072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7F03C444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D0A0" w14:textId="0A1F7D9E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EK_26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6A0" w14:textId="069EF4AC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236D" w14:textId="0BD67AB9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7847B3A7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6355" w14:textId="5C405825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EK_27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8CD2" w14:textId="1030E48C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1F12" w14:textId="3E2EB6B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57903D3B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FDC2" w14:textId="3867DC9B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EK_28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F17E" w14:textId="78B457D7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258B" w14:textId="21255EF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1AA1CA9F" w14:textId="77777777" w:rsidTr="00972564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E476" w14:textId="6ED3AED9" w:rsidR="00F7276E" w:rsidRPr="00972564" w:rsidRDefault="00972564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EK_29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6F83" w14:textId="5BDEDA30" w:rsidR="00F7276E" w:rsidRPr="00972564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56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DCF8" w14:textId="31B89ED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bookmarkEnd w:id="0"/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58588CF3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7256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7256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bCs/>
          <w:smallCaps w:val="0"/>
          <w:szCs w:val="24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2"/>
      </w:tblGrid>
      <w:tr w:rsidR="0085747A" w:rsidRPr="009C54AE" w14:paraId="3C56069E" w14:textId="77777777" w:rsidTr="00972564">
        <w:tc>
          <w:tcPr>
            <w:tcW w:w="8782" w:type="dxa"/>
          </w:tcPr>
          <w:p w14:paraId="4766584B" w14:textId="3CD4E4C3" w:rsidR="0085747A" w:rsidRPr="009C54AE" w:rsidRDefault="00351DA0" w:rsidP="0097256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Wyniki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 xml:space="preserve">(w założeniu 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pise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mn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Uzyskanie oceny pozytywnej wymaga udzielenie poprawnych odpowiedzi na minimum 50% pytań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trwa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łącznie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 godzinę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W wypadku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ustne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– 3 pytania zadawane bezpośrednio przez egzaminatora.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 xml:space="preserve"> Kryteria oceniania: kompletność i prawidłowość odpowiedzi, aktualny stan prawny (w wypadku odpowiedzi ustnej - poprawność terminologii).</w:t>
            </w: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3F601041" w:rsidR="009F4610" w:rsidRPr="009C54AE" w:rsidRDefault="0085747A" w:rsidP="00972564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9"/>
        <w:gridCol w:w="4246"/>
      </w:tblGrid>
      <w:tr w:rsidR="0085747A" w:rsidRPr="009C54AE" w14:paraId="06C18FF2" w14:textId="77777777" w:rsidTr="00972564">
        <w:tc>
          <w:tcPr>
            <w:tcW w:w="5149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4DEC8BF2" w14:textId="61314EA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87E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972564">
        <w:tc>
          <w:tcPr>
            <w:tcW w:w="5149" w:type="dxa"/>
            <w:vAlign w:val="center"/>
          </w:tcPr>
          <w:p w14:paraId="4ABBDFE6" w14:textId="0779017D" w:rsidR="0085747A" w:rsidRPr="009C54AE" w:rsidRDefault="00C61DC5" w:rsidP="009725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60798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2489621C" w14:textId="196B598E" w:rsidR="0085747A" w:rsidRPr="009C54AE" w:rsidRDefault="009732BC" w:rsidP="009725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55F1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D391689" w14:textId="77777777" w:rsidTr="00972564">
        <w:tc>
          <w:tcPr>
            <w:tcW w:w="5149" w:type="dxa"/>
            <w:vAlign w:val="center"/>
          </w:tcPr>
          <w:p w14:paraId="2DA7132B" w14:textId="49FC7C51" w:rsidR="00C61DC5" w:rsidRPr="009C54AE" w:rsidRDefault="00C61DC5" w:rsidP="009725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87E4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71EAD" w14:textId="77777777" w:rsidR="00C61DC5" w:rsidRPr="009C54AE" w:rsidRDefault="00C61DC5" w:rsidP="009725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2980CCAF" w14:textId="77777777" w:rsidR="00C61DC5" w:rsidRPr="009C54AE" w:rsidRDefault="009732BC" w:rsidP="009725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972564">
        <w:tc>
          <w:tcPr>
            <w:tcW w:w="5149" w:type="dxa"/>
            <w:vAlign w:val="center"/>
          </w:tcPr>
          <w:p w14:paraId="2222721E" w14:textId="77777777" w:rsidR="0071620A" w:rsidRPr="009C54AE" w:rsidRDefault="00C61DC5" w:rsidP="009725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80B567" w14:textId="77777777" w:rsidR="00C61DC5" w:rsidRPr="009C54AE" w:rsidRDefault="00C61DC5" w:rsidP="009725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4ABBF55A" w14:textId="5C69AB98" w:rsidR="00C61DC5" w:rsidRPr="009C54AE" w:rsidRDefault="00972564" w:rsidP="009725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2BEE84A2" w14:textId="77777777" w:rsidTr="00972564">
        <w:trPr>
          <w:trHeight w:val="352"/>
        </w:trPr>
        <w:tc>
          <w:tcPr>
            <w:tcW w:w="5149" w:type="dxa"/>
            <w:vAlign w:val="center"/>
          </w:tcPr>
          <w:p w14:paraId="198BED34" w14:textId="77777777" w:rsidR="0085747A" w:rsidRPr="009C54AE" w:rsidRDefault="0085747A" w:rsidP="009725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28179652" w14:textId="376647C9" w:rsidR="0085747A" w:rsidRPr="009C54AE" w:rsidRDefault="00972564" w:rsidP="009725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71ED6C" w14:textId="77777777" w:rsidTr="00972564">
        <w:trPr>
          <w:trHeight w:val="351"/>
        </w:trPr>
        <w:tc>
          <w:tcPr>
            <w:tcW w:w="5149" w:type="dxa"/>
            <w:vAlign w:val="center"/>
          </w:tcPr>
          <w:p w14:paraId="78630135" w14:textId="77777777" w:rsidR="0085747A" w:rsidRPr="009C54AE" w:rsidRDefault="0085747A" w:rsidP="0097256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09323D9A" w14:textId="21872661" w:rsidR="0085747A" w:rsidRPr="009C54AE" w:rsidRDefault="00255F1C" w:rsidP="009725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AE3615" w14:textId="77777777" w:rsidR="0085747A" w:rsidRPr="009C54AE" w:rsidRDefault="00923D7D" w:rsidP="00972564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5D82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2C59A" w14:textId="635C5697" w:rsidR="0085747A" w:rsidRPr="009C54AE" w:rsidRDefault="00255F1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3"/>
        <w:gridCol w:w="3686"/>
      </w:tblGrid>
      <w:tr w:rsidR="0085747A" w:rsidRPr="009C54AE" w14:paraId="47073557" w14:textId="77777777" w:rsidTr="00972564">
        <w:trPr>
          <w:trHeight w:val="397"/>
        </w:trPr>
        <w:tc>
          <w:tcPr>
            <w:tcW w:w="3703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6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972564">
        <w:trPr>
          <w:trHeight w:val="397"/>
        </w:trPr>
        <w:tc>
          <w:tcPr>
            <w:tcW w:w="3703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6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83C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6446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9" w:type="dxa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9"/>
      </w:tblGrid>
      <w:tr w:rsidR="0085747A" w:rsidRPr="009C54AE" w14:paraId="7F4D6524" w14:textId="77777777" w:rsidTr="00972564">
        <w:trPr>
          <w:trHeight w:val="397"/>
        </w:trPr>
        <w:tc>
          <w:tcPr>
            <w:tcW w:w="9359" w:type="dxa"/>
          </w:tcPr>
          <w:p w14:paraId="572332DF" w14:textId="77777777" w:rsidR="00B918FC" w:rsidRDefault="0085747A" w:rsidP="00972564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bookmarkStart w:id="2" w:name="_Hlk53415341"/>
            <w:r w:rsidRPr="00B918F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66A826E" w14:textId="00D927DD" w:rsidR="00A50E75" w:rsidRPr="00AC47C9" w:rsidRDefault="00A50E75" w:rsidP="00972564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7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Brzeziński, A. Olesińska, A. Franczak, </w:t>
            </w:r>
            <w:r w:rsidRPr="00AC47C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Polskie prawo podatkowe</w:t>
            </w:r>
            <w:r w:rsidRPr="00AC47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2024</w:t>
            </w:r>
            <w:r w:rsidR="009725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2F1A7FFE" w14:textId="77777777" w:rsidR="00A50E75" w:rsidRPr="00AC47C9" w:rsidRDefault="00A50E75" w:rsidP="00972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7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Mastalski, </w:t>
            </w:r>
            <w:r w:rsidRPr="00AC47C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 w:rsidRPr="00AC47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2023,</w:t>
            </w:r>
          </w:p>
          <w:p w14:paraId="26ACF86F" w14:textId="4A1E0830" w:rsidR="00A50E75" w:rsidRPr="00AC47C9" w:rsidRDefault="00A50E75" w:rsidP="00972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7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Smoleń, W. Wójtowicz (red.), </w:t>
            </w:r>
            <w:r w:rsidRPr="00AC47C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 w:rsidRPr="00AC47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  <w:r w:rsidR="009725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0DD07BD4" w14:textId="77777777" w:rsidR="00AC47C9" w:rsidRDefault="00A50E75" w:rsidP="009725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47C9">
              <w:rPr>
                <w:rFonts w:ascii="Corbel" w:hAnsi="Corbel"/>
                <w:sz w:val="24"/>
                <w:szCs w:val="24"/>
              </w:rPr>
              <w:t xml:space="preserve">P. Borszowski (red.), </w:t>
            </w:r>
            <w:r w:rsidRPr="00AC47C9">
              <w:rPr>
                <w:rFonts w:ascii="Corbel" w:hAnsi="Corbel"/>
                <w:i/>
                <w:iCs/>
                <w:sz w:val="24"/>
                <w:szCs w:val="24"/>
              </w:rPr>
              <w:t>Prawo podatkowe z kazusami i pytaniami</w:t>
            </w:r>
            <w:r w:rsidRPr="00AC47C9">
              <w:rPr>
                <w:rFonts w:ascii="Corbel" w:hAnsi="Corbel"/>
                <w:sz w:val="24"/>
                <w:szCs w:val="24"/>
              </w:rPr>
              <w:t>, Warszawa 2023,</w:t>
            </w:r>
          </w:p>
          <w:p w14:paraId="2E11E365" w14:textId="5CA05457" w:rsidR="002278F3" w:rsidRPr="00AC47C9" w:rsidRDefault="00A50E75" w:rsidP="00972564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AC47C9">
              <w:rPr>
                <w:rFonts w:ascii="Corbel" w:hAnsi="Corbel"/>
                <w:sz w:val="24"/>
                <w:szCs w:val="24"/>
              </w:rPr>
              <w:t xml:space="preserve">A. Gomułowicz, D. Mączyński, </w:t>
            </w:r>
            <w:r w:rsidRPr="00AC47C9">
              <w:rPr>
                <w:rFonts w:ascii="Corbel" w:hAnsi="Corbel"/>
                <w:i/>
                <w:iCs/>
                <w:sz w:val="24"/>
                <w:szCs w:val="24"/>
              </w:rPr>
              <w:t>Podatki i prawo podatkowe</w:t>
            </w:r>
            <w:r w:rsidRPr="00AC47C9">
              <w:rPr>
                <w:rFonts w:ascii="Corbel" w:hAnsi="Corbel"/>
                <w:sz w:val="24"/>
                <w:szCs w:val="24"/>
              </w:rPr>
              <w:t>, Warszawa 2022.</w:t>
            </w:r>
          </w:p>
        </w:tc>
      </w:tr>
      <w:tr w:rsidR="0085747A" w:rsidRPr="009C54AE" w14:paraId="74D45610" w14:textId="77777777" w:rsidTr="00972564">
        <w:trPr>
          <w:trHeight w:val="397"/>
        </w:trPr>
        <w:tc>
          <w:tcPr>
            <w:tcW w:w="9359" w:type="dxa"/>
          </w:tcPr>
          <w:p w14:paraId="2068908F" w14:textId="7C637990" w:rsidR="00885827" w:rsidRDefault="0085747A" w:rsidP="00972564">
            <w:pPr>
              <w:spacing w:before="60"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  <w:r w:rsidRPr="00B918F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2837CFF1" w14:textId="77777777" w:rsidR="00351DA0" w:rsidRDefault="00351DA0" w:rsidP="00972564">
            <w:pPr>
              <w:spacing w:before="60"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A. Franczak, P. Majka, J. Pustuł, A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.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Olesińska, </w:t>
            </w:r>
            <w:r w:rsidRPr="00AC47C9">
              <w:rPr>
                <w:rFonts w:ascii="Corbel" w:eastAsia="Times New Roman" w:hAnsi="Corbel"/>
                <w:bCs/>
                <w:i/>
                <w:iCs/>
                <w:kern w:val="36"/>
                <w:sz w:val="24"/>
                <w:szCs w:val="24"/>
              </w:rPr>
              <w:t>Kazusy z prawa podatkowego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Toruń 2020,</w:t>
            </w:r>
          </w:p>
          <w:p w14:paraId="768DAE85" w14:textId="076F255E" w:rsidR="00351DA0" w:rsidRDefault="00351DA0" w:rsidP="00972564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P. Majka, </w:t>
            </w:r>
            <w:r w:rsidRPr="00AC47C9">
              <w:rPr>
                <w:rFonts w:ascii="Corbel" w:hAnsi="Corbel"/>
                <w:i/>
                <w:iCs/>
                <w:sz w:val="24"/>
                <w:szCs w:val="24"/>
              </w:rPr>
              <w:t>Informacje w prawie podatkowym</w:t>
            </w:r>
            <w:r w:rsidR="00BF60FE" w:rsidRPr="00AC47C9">
              <w:rPr>
                <w:rFonts w:ascii="Corbel" w:hAnsi="Corbel"/>
                <w:i/>
                <w:iCs/>
                <w:sz w:val="24"/>
                <w:szCs w:val="24"/>
              </w:rPr>
              <w:t xml:space="preserve"> i ich ochrona</w:t>
            </w:r>
            <w:r>
              <w:rPr>
                <w:rFonts w:ascii="Corbel" w:hAnsi="Corbel"/>
                <w:sz w:val="24"/>
                <w:szCs w:val="24"/>
              </w:rPr>
              <w:t>, Rzeszów 2021,</w:t>
            </w:r>
          </w:p>
          <w:p w14:paraId="4AA5E1FE" w14:textId="346D0B32" w:rsidR="00885827" w:rsidRPr="001E231D" w:rsidRDefault="00885827" w:rsidP="00972564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hAnsi="Corbel"/>
                <w:sz w:val="24"/>
                <w:szCs w:val="24"/>
              </w:rPr>
              <w:t xml:space="preserve">B. Brzeziński, Prawo podatkowe. </w:t>
            </w:r>
            <w:r w:rsidRPr="00AC47C9">
              <w:rPr>
                <w:rFonts w:ascii="Corbel" w:hAnsi="Corbel"/>
                <w:i/>
                <w:iCs/>
                <w:sz w:val="24"/>
                <w:szCs w:val="24"/>
              </w:rPr>
              <w:t>Zagadnienia teorii i praktyki</w:t>
            </w:r>
            <w:r w:rsidRPr="001E231D">
              <w:rPr>
                <w:rFonts w:ascii="Corbel" w:hAnsi="Corbel"/>
                <w:sz w:val="24"/>
                <w:szCs w:val="24"/>
              </w:rPr>
              <w:t>, Toruń 2017,</w:t>
            </w:r>
          </w:p>
          <w:p w14:paraId="7DAF74D1" w14:textId="05001004" w:rsidR="00885827" w:rsidRPr="001E231D" w:rsidRDefault="00885827" w:rsidP="00972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S. Babiarz, B. Dauter, R. Hauser, A. Kabat, M. Niezgódka-Medek, J. Rudowski, </w:t>
            </w:r>
            <w:r w:rsidRPr="00AC47C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Ordynacja podatkowa. Komentarz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Warszawa 20</w:t>
            </w:r>
            <w:r w:rsidR="00AC47C9">
              <w:rPr>
                <w:rFonts w:ascii="Corbel" w:hAnsi="Corbel"/>
                <w:b w:val="0"/>
                <w:smallCaps w:val="0"/>
                <w:szCs w:val="24"/>
              </w:rPr>
              <w:t>24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4F216951" w14:textId="13909419" w:rsidR="00885827" w:rsidRPr="001E231D" w:rsidRDefault="00885827" w:rsidP="00972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Brzeziński B., Kalinowski M., </w:t>
            </w:r>
            <w:r w:rsidRPr="001E231D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Gdańsk 2017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7790C962" w14:textId="77777777" w:rsidR="009732BC" w:rsidRDefault="00885827" w:rsidP="00972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H. Litwińczuk, </w:t>
            </w:r>
            <w:r w:rsidRPr="00AC47C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Międzynarodowe prawo podatkowe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D983FCD" w14:textId="3F19E3F3" w:rsidR="00870AE7" w:rsidRPr="001E231D" w:rsidRDefault="00870AE7" w:rsidP="0097256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Mączyński, </w:t>
            </w:r>
            <w:r w:rsidRPr="00AC47C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Międzynarodowe prawo podatkowe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15.</w:t>
            </w:r>
          </w:p>
        </w:tc>
      </w:tr>
      <w:bookmarkEnd w:id="2"/>
    </w:tbl>
    <w:p w14:paraId="10F6A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E3C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41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57419" w14:textId="77777777" w:rsidR="002E3BB9" w:rsidRDefault="002E3BB9" w:rsidP="00C16ABF">
      <w:pPr>
        <w:spacing w:after="0" w:line="240" w:lineRule="auto"/>
      </w:pPr>
      <w:r>
        <w:separator/>
      </w:r>
    </w:p>
  </w:endnote>
  <w:endnote w:type="continuationSeparator" w:id="0">
    <w:p w14:paraId="1F614994" w14:textId="77777777" w:rsidR="002E3BB9" w:rsidRDefault="002E3B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E6050" w14:textId="77777777" w:rsidR="002E3BB9" w:rsidRDefault="002E3BB9" w:rsidP="00C16ABF">
      <w:pPr>
        <w:spacing w:after="0" w:line="240" w:lineRule="auto"/>
      </w:pPr>
      <w:r>
        <w:separator/>
      </w:r>
    </w:p>
  </w:footnote>
  <w:footnote w:type="continuationSeparator" w:id="0">
    <w:p w14:paraId="793236A4" w14:textId="77777777" w:rsidR="002E3BB9" w:rsidRDefault="002E3BB9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607986" w:rsidRDefault="00607986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33B46"/>
    <w:multiLevelType w:val="hybridMultilevel"/>
    <w:tmpl w:val="366083B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5485800">
    <w:abstractNumId w:val="1"/>
  </w:num>
  <w:num w:numId="2" w16cid:durableId="190232918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70F"/>
    <w:rsid w:val="00015B8F"/>
    <w:rsid w:val="00022ECE"/>
    <w:rsid w:val="00026200"/>
    <w:rsid w:val="00034BEC"/>
    <w:rsid w:val="00042A51"/>
    <w:rsid w:val="00042D2E"/>
    <w:rsid w:val="00044C82"/>
    <w:rsid w:val="00063440"/>
    <w:rsid w:val="00067081"/>
    <w:rsid w:val="00070ED6"/>
    <w:rsid w:val="000742DC"/>
    <w:rsid w:val="00084C12"/>
    <w:rsid w:val="00092E84"/>
    <w:rsid w:val="0009462C"/>
    <w:rsid w:val="00094B12"/>
    <w:rsid w:val="000968AF"/>
    <w:rsid w:val="00096C46"/>
    <w:rsid w:val="000A296F"/>
    <w:rsid w:val="000A2A28"/>
    <w:rsid w:val="000A6A3A"/>
    <w:rsid w:val="000B192D"/>
    <w:rsid w:val="000B28EE"/>
    <w:rsid w:val="000B3E37"/>
    <w:rsid w:val="000D04B0"/>
    <w:rsid w:val="000E5CCD"/>
    <w:rsid w:val="000F1C57"/>
    <w:rsid w:val="000F5615"/>
    <w:rsid w:val="00124BFF"/>
    <w:rsid w:val="0012560E"/>
    <w:rsid w:val="0012653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855"/>
    <w:rsid w:val="001C77D8"/>
    <w:rsid w:val="001D657B"/>
    <w:rsid w:val="001D7B54"/>
    <w:rsid w:val="001E0209"/>
    <w:rsid w:val="001E231D"/>
    <w:rsid w:val="001F2CA2"/>
    <w:rsid w:val="002144C0"/>
    <w:rsid w:val="0022477D"/>
    <w:rsid w:val="002278A9"/>
    <w:rsid w:val="002278F3"/>
    <w:rsid w:val="002336F9"/>
    <w:rsid w:val="00236BB2"/>
    <w:rsid w:val="0024028F"/>
    <w:rsid w:val="00244ABC"/>
    <w:rsid w:val="00246A88"/>
    <w:rsid w:val="002508AC"/>
    <w:rsid w:val="00255F1C"/>
    <w:rsid w:val="0027084A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BB9"/>
    <w:rsid w:val="002F02A3"/>
    <w:rsid w:val="002F4ABE"/>
    <w:rsid w:val="003018BA"/>
    <w:rsid w:val="0030395F"/>
    <w:rsid w:val="00305C92"/>
    <w:rsid w:val="003151C5"/>
    <w:rsid w:val="003343CF"/>
    <w:rsid w:val="003375EB"/>
    <w:rsid w:val="00340BAA"/>
    <w:rsid w:val="00346FE9"/>
    <w:rsid w:val="0034759A"/>
    <w:rsid w:val="003503F6"/>
    <w:rsid w:val="00351DA0"/>
    <w:rsid w:val="003530DD"/>
    <w:rsid w:val="00355A4A"/>
    <w:rsid w:val="00363F78"/>
    <w:rsid w:val="003A0A5B"/>
    <w:rsid w:val="003A1176"/>
    <w:rsid w:val="003C0BAE"/>
    <w:rsid w:val="003C52D8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7FB"/>
    <w:rsid w:val="004362C6"/>
    <w:rsid w:val="00437FA2"/>
    <w:rsid w:val="00445970"/>
    <w:rsid w:val="00450E4E"/>
    <w:rsid w:val="00461EFC"/>
    <w:rsid w:val="004652C2"/>
    <w:rsid w:val="004706D1"/>
    <w:rsid w:val="00471326"/>
    <w:rsid w:val="0047598D"/>
    <w:rsid w:val="004840FD"/>
    <w:rsid w:val="00487E47"/>
    <w:rsid w:val="00490F7D"/>
    <w:rsid w:val="00491678"/>
    <w:rsid w:val="004968E2"/>
    <w:rsid w:val="004A3EEA"/>
    <w:rsid w:val="004A4D1F"/>
    <w:rsid w:val="004B451F"/>
    <w:rsid w:val="004D5282"/>
    <w:rsid w:val="004F1551"/>
    <w:rsid w:val="004F55A3"/>
    <w:rsid w:val="0050496F"/>
    <w:rsid w:val="00513B6F"/>
    <w:rsid w:val="00517C63"/>
    <w:rsid w:val="00520111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7986"/>
    <w:rsid w:val="0061029B"/>
    <w:rsid w:val="00617230"/>
    <w:rsid w:val="00621686"/>
    <w:rsid w:val="00621CE1"/>
    <w:rsid w:val="006228F3"/>
    <w:rsid w:val="00627FC9"/>
    <w:rsid w:val="00647FA8"/>
    <w:rsid w:val="00650C5F"/>
    <w:rsid w:val="00654934"/>
    <w:rsid w:val="00657DF0"/>
    <w:rsid w:val="006620D9"/>
    <w:rsid w:val="00662C8D"/>
    <w:rsid w:val="00671958"/>
    <w:rsid w:val="00675843"/>
    <w:rsid w:val="00692AAF"/>
    <w:rsid w:val="00696477"/>
    <w:rsid w:val="006A3D25"/>
    <w:rsid w:val="006B1793"/>
    <w:rsid w:val="006D050F"/>
    <w:rsid w:val="006D6139"/>
    <w:rsid w:val="006D67DF"/>
    <w:rsid w:val="006E5B6D"/>
    <w:rsid w:val="006E5D65"/>
    <w:rsid w:val="006F1282"/>
    <w:rsid w:val="006F1FBC"/>
    <w:rsid w:val="006F31E2"/>
    <w:rsid w:val="006F49A5"/>
    <w:rsid w:val="00706544"/>
    <w:rsid w:val="007072BA"/>
    <w:rsid w:val="00712687"/>
    <w:rsid w:val="0071620A"/>
    <w:rsid w:val="00724677"/>
    <w:rsid w:val="00725459"/>
    <w:rsid w:val="007327BD"/>
    <w:rsid w:val="00734608"/>
    <w:rsid w:val="00734F56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2890"/>
    <w:rsid w:val="007B7837"/>
    <w:rsid w:val="007C3299"/>
    <w:rsid w:val="007C3BCC"/>
    <w:rsid w:val="007C4546"/>
    <w:rsid w:val="007D6E56"/>
    <w:rsid w:val="007F0AA8"/>
    <w:rsid w:val="007F4155"/>
    <w:rsid w:val="007F425A"/>
    <w:rsid w:val="0081554D"/>
    <w:rsid w:val="0081707E"/>
    <w:rsid w:val="00827834"/>
    <w:rsid w:val="008449B3"/>
    <w:rsid w:val="0085747A"/>
    <w:rsid w:val="00870AE7"/>
    <w:rsid w:val="00871A79"/>
    <w:rsid w:val="00884922"/>
    <w:rsid w:val="00885827"/>
    <w:rsid w:val="00885F64"/>
    <w:rsid w:val="008917F9"/>
    <w:rsid w:val="00897622"/>
    <w:rsid w:val="008A45F7"/>
    <w:rsid w:val="008B422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660"/>
    <w:rsid w:val="00917AC0"/>
    <w:rsid w:val="00923D7D"/>
    <w:rsid w:val="00946F0F"/>
    <w:rsid w:val="009508DF"/>
    <w:rsid w:val="00950DAC"/>
    <w:rsid w:val="00954A07"/>
    <w:rsid w:val="00970F0B"/>
    <w:rsid w:val="00972564"/>
    <w:rsid w:val="009732BC"/>
    <w:rsid w:val="009912E3"/>
    <w:rsid w:val="00997F14"/>
    <w:rsid w:val="009A78D9"/>
    <w:rsid w:val="009C3E31"/>
    <w:rsid w:val="009C54AE"/>
    <w:rsid w:val="009C58C3"/>
    <w:rsid w:val="009C788E"/>
    <w:rsid w:val="009E3B41"/>
    <w:rsid w:val="009F3C5C"/>
    <w:rsid w:val="009F4610"/>
    <w:rsid w:val="00A00ECC"/>
    <w:rsid w:val="00A05C1D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4461A"/>
    <w:rsid w:val="00A50E75"/>
    <w:rsid w:val="00A53FA5"/>
    <w:rsid w:val="00A54817"/>
    <w:rsid w:val="00A601C8"/>
    <w:rsid w:val="00A60799"/>
    <w:rsid w:val="00A84C85"/>
    <w:rsid w:val="00A85FBD"/>
    <w:rsid w:val="00A86854"/>
    <w:rsid w:val="00A97DE1"/>
    <w:rsid w:val="00AA787E"/>
    <w:rsid w:val="00AB053C"/>
    <w:rsid w:val="00AC47C9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6142"/>
    <w:rsid w:val="00B10AAC"/>
    <w:rsid w:val="00B135B1"/>
    <w:rsid w:val="00B3130B"/>
    <w:rsid w:val="00B40ADB"/>
    <w:rsid w:val="00B43B77"/>
    <w:rsid w:val="00B43E80"/>
    <w:rsid w:val="00B45103"/>
    <w:rsid w:val="00B5209B"/>
    <w:rsid w:val="00B607DB"/>
    <w:rsid w:val="00B66529"/>
    <w:rsid w:val="00B75946"/>
    <w:rsid w:val="00B8056E"/>
    <w:rsid w:val="00B819C8"/>
    <w:rsid w:val="00B82308"/>
    <w:rsid w:val="00B90885"/>
    <w:rsid w:val="00B918FC"/>
    <w:rsid w:val="00BB520A"/>
    <w:rsid w:val="00BD3869"/>
    <w:rsid w:val="00BD66E9"/>
    <w:rsid w:val="00BD6FF4"/>
    <w:rsid w:val="00BF2C41"/>
    <w:rsid w:val="00BF60FE"/>
    <w:rsid w:val="00C058B4"/>
    <w:rsid w:val="00C05F44"/>
    <w:rsid w:val="00C10D1F"/>
    <w:rsid w:val="00C131B5"/>
    <w:rsid w:val="00C16ABF"/>
    <w:rsid w:val="00C170AE"/>
    <w:rsid w:val="00C26CB7"/>
    <w:rsid w:val="00C324C1"/>
    <w:rsid w:val="00C36992"/>
    <w:rsid w:val="00C47501"/>
    <w:rsid w:val="00C56036"/>
    <w:rsid w:val="00C61DC5"/>
    <w:rsid w:val="00C67E92"/>
    <w:rsid w:val="00C70A26"/>
    <w:rsid w:val="00C766DF"/>
    <w:rsid w:val="00C8484E"/>
    <w:rsid w:val="00C85CDC"/>
    <w:rsid w:val="00C94B98"/>
    <w:rsid w:val="00CA2B96"/>
    <w:rsid w:val="00CA5089"/>
    <w:rsid w:val="00CD6897"/>
    <w:rsid w:val="00CE5BAC"/>
    <w:rsid w:val="00CF1690"/>
    <w:rsid w:val="00CF25BE"/>
    <w:rsid w:val="00CF78ED"/>
    <w:rsid w:val="00D02B25"/>
    <w:rsid w:val="00D02EBA"/>
    <w:rsid w:val="00D1359C"/>
    <w:rsid w:val="00D16960"/>
    <w:rsid w:val="00D17C3C"/>
    <w:rsid w:val="00D26B2C"/>
    <w:rsid w:val="00D352C9"/>
    <w:rsid w:val="00D362CD"/>
    <w:rsid w:val="00D425B2"/>
    <w:rsid w:val="00D428D6"/>
    <w:rsid w:val="00D552B2"/>
    <w:rsid w:val="00D608D1"/>
    <w:rsid w:val="00D62761"/>
    <w:rsid w:val="00D74119"/>
    <w:rsid w:val="00D8075B"/>
    <w:rsid w:val="00D851FE"/>
    <w:rsid w:val="00D8678B"/>
    <w:rsid w:val="00D91D85"/>
    <w:rsid w:val="00D94770"/>
    <w:rsid w:val="00DA2114"/>
    <w:rsid w:val="00DA6920"/>
    <w:rsid w:val="00DC618D"/>
    <w:rsid w:val="00DE09C0"/>
    <w:rsid w:val="00DE3831"/>
    <w:rsid w:val="00DE4A14"/>
    <w:rsid w:val="00DE4DF4"/>
    <w:rsid w:val="00DF0E16"/>
    <w:rsid w:val="00DF320D"/>
    <w:rsid w:val="00DF71C8"/>
    <w:rsid w:val="00E054F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33F6"/>
    <w:rsid w:val="00E858BE"/>
    <w:rsid w:val="00E960BB"/>
    <w:rsid w:val="00EA2074"/>
    <w:rsid w:val="00EA4832"/>
    <w:rsid w:val="00EA4E9D"/>
    <w:rsid w:val="00EC4899"/>
    <w:rsid w:val="00ED03AB"/>
    <w:rsid w:val="00ED19F8"/>
    <w:rsid w:val="00ED32D2"/>
    <w:rsid w:val="00ED3649"/>
    <w:rsid w:val="00EE32DE"/>
    <w:rsid w:val="00EE5457"/>
    <w:rsid w:val="00F0241B"/>
    <w:rsid w:val="00F070AB"/>
    <w:rsid w:val="00F1184B"/>
    <w:rsid w:val="00F17567"/>
    <w:rsid w:val="00F27A7B"/>
    <w:rsid w:val="00F526AF"/>
    <w:rsid w:val="00F617C3"/>
    <w:rsid w:val="00F7066B"/>
    <w:rsid w:val="00F7276E"/>
    <w:rsid w:val="00F83B28"/>
    <w:rsid w:val="00F91A67"/>
    <w:rsid w:val="00FA46E5"/>
    <w:rsid w:val="00FB040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2E0F7-7C03-40CA-891E-CA2F12B24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209</TotalTime>
  <Pages>1</Pages>
  <Words>1485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13</cp:revision>
  <cp:lastPrinted>2025-11-03T12:22:00Z</cp:lastPrinted>
  <dcterms:created xsi:type="dcterms:W3CDTF">2025-06-26T20:07:00Z</dcterms:created>
  <dcterms:modified xsi:type="dcterms:W3CDTF">2025-11-03T12:27:00Z</dcterms:modified>
</cp:coreProperties>
</file>